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5A981" w14:textId="3783AB7B" w:rsidR="001E4074" w:rsidRPr="001E4074" w:rsidRDefault="005C1808" w:rsidP="001E4074">
      <w:pPr>
        <w:rPr>
          <w:rFonts w:ascii="Cambria" w:hAnsi="Cambria"/>
          <w:b/>
          <w:bCs/>
          <w:sz w:val="40"/>
          <w:szCs w:val="40"/>
        </w:rPr>
      </w:pPr>
      <w:r w:rsidRPr="005C1808">
        <w:rPr>
          <w:rFonts w:ascii="Cambria" w:hAnsi="Cambria"/>
          <w:b/>
          <w:bCs/>
          <w:color w:val="A02B93" w:themeColor="accent5"/>
          <w:sz w:val="40"/>
          <w:szCs w:val="40"/>
        </w:rPr>
        <w:t>(Your Shop Name Here)</w:t>
      </w:r>
      <w:r w:rsidR="001E4074" w:rsidRPr="005C1808">
        <w:rPr>
          <w:rFonts w:ascii="Cambria" w:hAnsi="Cambria"/>
          <w:b/>
          <w:bCs/>
          <w:color w:val="A02B93" w:themeColor="accent5"/>
          <w:sz w:val="40"/>
          <w:szCs w:val="40"/>
        </w:rPr>
        <w:t xml:space="preserve"> </w:t>
      </w:r>
      <w:r w:rsidR="001E4074" w:rsidRPr="001E4074">
        <w:rPr>
          <w:rFonts w:ascii="Cambria" w:hAnsi="Cambria"/>
          <w:b/>
          <w:bCs/>
          <w:sz w:val="40"/>
          <w:szCs w:val="40"/>
        </w:rPr>
        <w:t>– Job Description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8"/>
        <w:gridCol w:w="4248"/>
      </w:tblGrid>
      <w:tr w:rsidR="001E4074" w14:paraId="4D67D46D" w14:textId="77777777" w:rsidTr="00143D2D">
        <w:trPr>
          <w:trHeight w:val="530"/>
        </w:trPr>
        <w:tc>
          <w:tcPr>
            <w:tcW w:w="4608" w:type="dxa"/>
            <w:vAlign w:val="center"/>
          </w:tcPr>
          <w:p w14:paraId="61E46026" w14:textId="77777777" w:rsidR="001E4074" w:rsidRPr="001E4074" w:rsidRDefault="001E4074" w:rsidP="00143D2D">
            <w:pPr>
              <w:pStyle w:val="tabletext"/>
              <w:rPr>
                <w:rFonts w:asciiTheme="minorHAnsi" w:hAnsiTheme="minorHAnsi"/>
              </w:rPr>
            </w:pPr>
            <w:r w:rsidRPr="001E4074">
              <w:rPr>
                <w:rFonts w:asciiTheme="minorHAnsi" w:hAnsiTheme="minorHAnsi"/>
              </w:rPr>
              <w:t>Job Title: Sales Specialist-General</w:t>
            </w:r>
          </w:p>
        </w:tc>
        <w:tc>
          <w:tcPr>
            <w:tcW w:w="4248" w:type="dxa"/>
            <w:vAlign w:val="center"/>
          </w:tcPr>
          <w:p w14:paraId="11498B0B" w14:textId="6F5BF756" w:rsidR="001E4074" w:rsidRPr="001E4074" w:rsidRDefault="001E4074" w:rsidP="00143D2D">
            <w:pPr>
              <w:pStyle w:val="tabletext"/>
              <w:rPr>
                <w:rFonts w:asciiTheme="minorHAnsi" w:hAnsiTheme="minorHAnsi"/>
              </w:rPr>
            </w:pPr>
            <w:r w:rsidRPr="001E4074">
              <w:rPr>
                <w:rFonts w:asciiTheme="minorHAnsi" w:hAnsiTheme="minorHAnsi"/>
              </w:rPr>
              <w:t xml:space="preserve">Pay Rate: </w:t>
            </w:r>
          </w:p>
        </w:tc>
      </w:tr>
      <w:tr w:rsidR="001E4074" w14:paraId="5FF51303" w14:textId="77777777" w:rsidTr="00143D2D">
        <w:trPr>
          <w:trHeight w:val="530"/>
        </w:trPr>
        <w:tc>
          <w:tcPr>
            <w:tcW w:w="4608" w:type="dxa"/>
            <w:vAlign w:val="center"/>
          </w:tcPr>
          <w:p w14:paraId="234D329D" w14:textId="18CB9BE7" w:rsidR="001E4074" w:rsidRPr="001E4074" w:rsidRDefault="001E4074" w:rsidP="00143D2D">
            <w:pPr>
              <w:pStyle w:val="tabletext"/>
              <w:rPr>
                <w:rFonts w:asciiTheme="minorHAnsi" w:hAnsiTheme="minorHAnsi"/>
              </w:rPr>
            </w:pPr>
            <w:r w:rsidRPr="001E4074">
              <w:rPr>
                <w:rFonts w:asciiTheme="minorHAnsi" w:hAnsiTheme="minorHAnsi"/>
              </w:rPr>
              <w:t xml:space="preserve">Supervisor: </w:t>
            </w:r>
          </w:p>
        </w:tc>
        <w:tc>
          <w:tcPr>
            <w:tcW w:w="4248" w:type="dxa"/>
            <w:vAlign w:val="center"/>
          </w:tcPr>
          <w:p w14:paraId="639B82C8" w14:textId="494E3732" w:rsidR="001E4074" w:rsidRPr="001E4074" w:rsidRDefault="001E4074" w:rsidP="00143D2D">
            <w:pPr>
              <w:pStyle w:val="tabletext"/>
              <w:rPr>
                <w:rFonts w:asciiTheme="minorHAnsi" w:hAnsiTheme="minorHAnsi"/>
              </w:rPr>
            </w:pPr>
            <w:r w:rsidRPr="001E4074">
              <w:rPr>
                <w:rFonts w:asciiTheme="minorHAnsi" w:hAnsiTheme="minorHAnsi"/>
              </w:rPr>
              <w:t xml:space="preserve">Hours: </w:t>
            </w:r>
          </w:p>
        </w:tc>
      </w:tr>
      <w:tr w:rsidR="001E4074" w14:paraId="0755F3BA" w14:textId="77777777" w:rsidTr="00143D2D">
        <w:trPr>
          <w:trHeight w:val="530"/>
        </w:trPr>
        <w:tc>
          <w:tcPr>
            <w:tcW w:w="4608" w:type="dxa"/>
            <w:vAlign w:val="center"/>
          </w:tcPr>
          <w:p w14:paraId="57E74A8E" w14:textId="56289EAB" w:rsidR="001E4074" w:rsidRPr="001E4074" w:rsidRDefault="001E4074" w:rsidP="00143D2D">
            <w:pPr>
              <w:pStyle w:val="tabletext"/>
              <w:rPr>
                <w:rFonts w:asciiTheme="minorHAnsi" w:hAnsiTheme="minorHAnsi"/>
              </w:rPr>
            </w:pPr>
            <w:r w:rsidRPr="001E4074">
              <w:rPr>
                <w:rFonts w:asciiTheme="minorHAnsi" w:hAnsiTheme="minorHAnsi"/>
              </w:rPr>
              <w:t xml:space="preserve">Revision Date: </w:t>
            </w:r>
          </w:p>
        </w:tc>
        <w:tc>
          <w:tcPr>
            <w:tcW w:w="4248" w:type="dxa"/>
            <w:vAlign w:val="center"/>
          </w:tcPr>
          <w:p w14:paraId="5F241C13" w14:textId="65AB110F" w:rsidR="001E4074" w:rsidRPr="001E4074" w:rsidRDefault="001E4074" w:rsidP="00143D2D">
            <w:pPr>
              <w:pStyle w:val="tabletext"/>
              <w:rPr>
                <w:rFonts w:asciiTheme="minorHAnsi" w:hAnsiTheme="minorHAnsi"/>
              </w:rPr>
            </w:pPr>
            <w:r w:rsidRPr="001E4074">
              <w:rPr>
                <w:rFonts w:asciiTheme="minorHAnsi" w:hAnsiTheme="minorHAnsi"/>
              </w:rPr>
              <w:t xml:space="preserve">Discount: </w:t>
            </w:r>
          </w:p>
        </w:tc>
      </w:tr>
    </w:tbl>
    <w:p w14:paraId="0773CC7D" w14:textId="77777777" w:rsidR="001E4074" w:rsidRDefault="001E4074" w:rsidP="001E4074">
      <w:pPr>
        <w:rPr>
          <w:rFonts w:ascii="Trebuchet MS" w:hAnsi="Trebuchet MS"/>
        </w:rPr>
      </w:pPr>
    </w:p>
    <w:p w14:paraId="00788772" w14:textId="75A77620" w:rsidR="001E4074" w:rsidRPr="001E4074" w:rsidRDefault="001E4074" w:rsidP="001E4074">
      <w:pPr>
        <w:pStyle w:val="listheading"/>
        <w:rPr>
          <w:rFonts w:ascii="Cambria" w:hAnsi="Cambria"/>
          <w:bCs/>
          <w:sz w:val="28"/>
          <w:szCs w:val="28"/>
        </w:rPr>
      </w:pPr>
      <w:r w:rsidRPr="001E4074">
        <w:rPr>
          <w:rFonts w:ascii="Cambria" w:hAnsi="Cambria"/>
          <w:bCs/>
          <w:sz w:val="28"/>
          <w:szCs w:val="28"/>
        </w:rPr>
        <w:t xml:space="preserve">Position Overview </w:t>
      </w:r>
    </w:p>
    <w:p w14:paraId="2AF0BE16" w14:textId="77777777" w:rsidR="001E4074" w:rsidRPr="00C56B47" w:rsidRDefault="001E4074" w:rsidP="001E4074">
      <w:pPr>
        <w:rPr>
          <w:rFonts w:ascii="Trebuchet MS" w:hAnsi="Trebuchet MS"/>
        </w:rPr>
      </w:pPr>
    </w:p>
    <w:p w14:paraId="70B92922" w14:textId="623D986E" w:rsidR="001E4074" w:rsidRPr="001E4074" w:rsidRDefault="001E4074" w:rsidP="001E4074">
      <w:pPr>
        <w:pStyle w:val="listheading"/>
        <w:numPr>
          <w:ilvl w:val="0"/>
          <w:numId w:val="2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 xml:space="preserve">Open/Close </w:t>
      </w:r>
      <w:r w:rsidR="005528EB">
        <w:rPr>
          <w:rFonts w:asciiTheme="minorHAnsi" w:hAnsiTheme="minorHAnsi"/>
          <w:b w:val="0"/>
          <w:sz w:val="24"/>
          <w:szCs w:val="24"/>
        </w:rPr>
        <w:t>s</w:t>
      </w:r>
      <w:r w:rsidRPr="001E4074">
        <w:rPr>
          <w:rFonts w:asciiTheme="minorHAnsi" w:hAnsiTheme="minorHAnsi"/>
          <w:b w:val="0"/>
          <w:sz w:val="24"/>
          <w:szCs w:val="24"/>
        </w:rPr>
        <w:t>tore using appropriate checklist</w:t>
      </w:r>
    </w:p>
    <w:p w14:paraId="0A6BEC36" w14:textId="77777777" w:rsidR="001E4074" w:rsidRPr="001E4074" w:rsidRDefault="001E4074" w:rsidP="001E4074">
      <w:pPr>
        <w:pStyle w:val="listheading"/>
        <w:numPr>
          <w:ilvl w:val="0"/>
          <w:numId w:val="2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Be comfortable with the point-of-sale program</w:t>
      </w:r>
    </w:p>
    <w:p w14:paraId="6951903B" w14:textId="77777777" w:rsidR="001E4074" w:rsidRPr="001E4074" w:rsidRDefault="001E4074" w:rsidP="001E4074">
      <w:pPr>
        <w:pStyle w:val="listheading"/>
        <w:numPr>
          <w:ilvl w:val="0"/>
          <w:numId w:val="2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 xml:space="preserve">Offer customer service with a smile                                                     </w:t>
      </w:r>
    </w:p>
    <w:p w14:paraId="7917259C" w14:textId="5707F4F9" w:rsidR="001E4074" w:rsidRPr="001E4074" w:rsidRDefault="001E4074" w:rsidP="001E4074">
      <w:pPr>
        <w:pStyle w:val="listheading"/>
        <w:numPr>
          <w:ilvl w:val="0"/>
          <w:numId w:val="2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 xml:space="preserve">Complete tasks on </w:t>
      </w:r>
      <w:r w:rsidR="005528EB">
        <w:rPr>
          <w:rFonts w:asciiTheme="minorHAnsi" w:hAnsiTheme="minorHAnsi"/>
          <w:b w:val="0"/>
          <w:sz w:val="24"/>
          <w:szCs w:val="24"/>
        </w:rPr>
        <w:t>j</w:t>
      </w:r>
      <w:r w:rsidRPr="001E4074">
        <w:rPr>
          <w:rFonts w:asciiTheme="minorHAnsi" w:hAnsiTheme="minorHAnsi"/>
          <w:b w:val="0"/>
          <w:sz w:val="24"/>
          <w:szCs w:val="24"/>
        </w:rPr>
        <w:t>ob assignment sheets regularly</w:t>
      </w:r>
    </w:p>
    <w:p w14:paraId="080ACD62" w14:textId="42784FCC" w:rsidR="001E4074" w:rsidRPr="001E4074" w:rsidRDefault="001E4074" w:rsidP="001E4074">
      <w:pPr>
        <w:pStyle w:val="listheading"/>
        <w:numPr>
          <w:ilvl w:val="0"/>
          <w:numId w:val="2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Be physically able to stand for extended periods</w:t>
      </w:r>
      <w:r w:rsidR="005528EB">
        <w:rPr>
          <w:rFonts w:asciiTheme="minorHAnsi" w:hAnsiTheme="minorHAnsi"/>
          <w:b w:val="0"/>
          <w:sz w:val="24"/>
          <w:szCs w:val="24"/>
        </w:rPr>
        <w:t xml:space="preserve"> of time</w:t>
      </w:r>
    </w:p>
    <w:p w14:paraId="2175D7E2" w14:textId="236053A8" w:rsidR="001E4074" w:rsidRPr="001E4074" w:rsidRDefault="001E4074" w:rsidP="001E4074">
      <w:pPr>
        <w:pStyle w:val="listheading"/>
        <w:numPr>
          <w:ilvl w:val="0"/>
          <w:numId w:val="2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Be physically able to lift</w:t>
      </w:r>
      <w:r w:rsidR="005528EB">
        <w:rPr>
          <w:rFonts w:asciiTheme="minorHAnsi" w:hAnsiTheme="minorHAnsi"/>
          <w:b w:val="0"/>
          <w:sz w:val="24"/>
          <w:szCs w:val="24"/>
        </w:rPr>
        <w:t xml:space="preserve"> products </w:t>
      </w:r>
      <w:r w:rsidR="005528EB" w:rsidRPr="005528EB">
        <w:rPr>
          <w:rFonts w:asciiTheme="minorHAnsi" w:hAnsiTheme="minorHAnsi"/>
          <w:bCs/>
          <w:color w:val="A02B93" w:themeColor="accent5"/>
          <w:sz w:val="24"/>
          <w:szCs w:val="24"/>
        </w:rPr>
        <w:t>up to</w:t>
      </w:r>
      <w:r w:rsidR="0090014A">
        <w:rPr>
          <w:rFonts w:asciiTheme="minorHAnsi" w:hAnsiTheme="minorHAnsi"/>
          <w:bCs/>
          <w:color w:val="A02B93" w:themeColor="accent5"/>
          <w:sz w:val="24"/>
          <w:szCs w:val="24"/>
        </w:rPr>
        <w:t xml:space="preserve"> (#)</w:t>
      </w:r>
      <w:r w:rsidRPr="005528EB">
        <w:rPr>
          <w:rFonts w:asciiTheme="minorHAnsi" w:hAnsiTheme="minorHAnsi"/>
          <w:bCs/>
          <w:color w:val="A02B93" w:themeColor="accent5"/>
          <w:sz w:val="24"/>
          <w:szCs w:val="24"/>
        </w:rPr>
        <w:t xml:space="preserve"> </w:t>
      </w:r>
      <w:r w:rsidRPr="005C1808">
        <w:rPr>
          <w:rFonts w:asciiTheme="minorHAnsi" w:hAnsiTheme="minorHAnsi"/>
          <w:bCs/>
          <w:color w:val="A02B93" w:themeColor="accent5"/>
          <w:sz w:val="24"/>
          <w:szCs w:val="24"/>
        </w:rPr>
        <w:t>pounds</w:t>
      </w:r>
      <w:r w:rsidR="002358D2">
        <w:rPr>
          <w:rFonts w:asciiTheme="minorHAnsi" w:hAnsiTheme="minorHAnsi"/>
          <w:bCs/>
          <w:color w:val="A02B93" w:themeColor="accent5"/>
          <w:sz w:val="24"/>
          <w:szCs w:val="24"/>
        </w:rPr>
        <w:t xml:space="preserve"> (insert your own number here)</w:t>
      </w:r>
      <w:r w:rsidRPr="005C1808">
        <w:rPr>
          <w:rFonts w:asciiTheme="minorHAnsi" w:hAnsiTheme="minorHAnsi"/>
          <w:b w:val="0"/>
          <w:color w:val="A02B93" w:themeColor="accent5"/>
          <w:sz w:val="24"/>
          <w:szCs w:val="24"/>
        </w:rPr>
        <w:t xml:space="preserve"> </w:t>
      </w:r>
    </w:p>
    <w:p w14:paraId="40E7C42E" w14:textId="0C34DD69" w:rsidR="001E4074" w:rsidRPr="001E4074" w:rsidRDefault="001E4074" w:rsidP="001E4074">
      <w:pPr>
        <w:pStyle w:val="listheading"/>
        <w:numPr>
          <w:ilvl w:val="0"/>
          <w:numId w:val="2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 xml:space="preserve">Be comfortable with </w:t>
      </w:r>
      <w:r w:rsidR="005528EB">
        <w:rPr>
          <w:rFonts w:asciiTheme="minorHAnsi" w:hAnsiTheme="minorHAnsi"/>
          <w:b w:val="0"/>
          <w:sz w:val="24"/>
          <w:szCs w:val="24"/>
        </w:rPr>
        <w:t>operating a bar code scanner</w:t>
      </w:r>
      <w:r w:rsidRPr="001E4074">
        <w:rPr>
          <w:rFonts w:asciiTheme="minorHAnsi" w:hAnsiTheme="minorHAnsi"/>
          <w:b w:val="0"/>
          <w:sz w:val="24"/>
          <w:szCs w:val="24"/>
        </w:rPr>
        <w:t xml:space="preserve"> </w:t>
      </w:r>
    </w:p>
    <w:p w14:paraId="165DF2B4" w14:textId="77777777" w:rsidR="001E4074" w:rsidRPr="001E4074" w:rsidRDefault="001E4074" w:rsidP="001E4074">
      <w:pPr>
        <w:pStyle w:val="listheading"/>
        <w:numPr>
          <w:ilvl w:val="0"/>
          <w:numId w:val="2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Price inventory as it is ready to be processed</w:t>
      </w:r>
    </w:p>
    <w:p w14:paraId="2D349CA3" w14:textId="5C09C036" w:rsidR="001E4074" w:rsidRPr="001E4074" w:rsidRDefault="001E4074" w:rsidP="001E4074">
      <w:pPr>
        <w:pStyle w:val="listheading"/>
        <w:numPr>
          <w:ilvl w:val="0"/>
          <w:numId w:val="2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Restock merchandise and rotate – F</w:t>
      </w:r>
      <w:r w:rsidR="005528EB">
        <w:rPr>
          <w:rFonts w:asciiTheme="minorHAnsi" w:hAnsiTheme="minorHAnsi"/>
          <w:b w:val="0"/>
          <w:sz w:val="24"/>
          <w:szCs w:val="24"/>
        </w:rPr>
        <w:t xml:space="preserve">irst in </w:t>
      </w:r>
      <w:r w:rsidRPr="001E4074">
        <w:rPr>
          <w:rFonts w:asciiTheme="minorHAnsi" w:hAnsiTheme="minorHAnsi"/>
          <w:b w:val="0"/>
          <w:sz w:val="24"/>
          <w:szCs w:val="24"/>
        </w:rPr>
        <w:t>F</w:t>
      </w:r>
      <w:r w:rsidR="005528EB">
        <w:rPr>
          <w:rFonts w:asciiTheme="minorHAnsi" w:hAnsiTheme="minorHAnsi"/>
          <w:b w:val="0"/>
          <w:sz w:val="24"/>
          <w:szCs w:val="24"/>
        </w:rPr>
        <w:t xml:space="preserve">irst </w:t>
      </w:r>
      <w:r w:rsidRPr="001E4074">
        <w:rPr>
          <w:rFonts w:asciiTheme="minorHAnsi" w:hAnsiTheme="minorHAnsi"/>
          <w:b w:val="0"/>
          <w:sz w:val="24"/>
          <w:szCs w:val="24"/>
        </w:rPr>
        <w:t>O</w:t>
      </w:r>
      <w:r w:rsidR="005528EB">
        <w:rPr>
          <w:rFonts w:asciiTheme="minorHAnsi" w:hAnsiTheme="minorHAnsi"/>
          <w:b w:val="0"/>
          <w:sz w:val="24"/>
          <w:szCs w:val="24"/>
        </w:rPr>
        <w:t>ut (FIFO)</w:t>
      </w:r>
    </w:p>
    <w:p w14:paraId="5669EA5C" w14:textId="533F7007" w:rsidR="001E4074" w:rsidRPr="001E4074" w:rsidRDefault="001E4074" w:rsidP="001E4074">
      <w:pPr>
        <w:pStyle w:val="listheading"/>
        <w:numPr>
          <w:ilvl w:val="0"/>
          <w:numId w:val="2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 xml:space="preserve">Attend </w:t>
      </w:r>
      <w:r w:rsidR="005528EB">
        <w:rPr>
          <w:rFonts w:asciiTheme="minorHAnsi" w:hAnsiTheme="minorHAnsi"/>
          <w:b w:val="0"/>
          <w:sz w:val="24"/>
          <w:szCs w:val="24"/>
        </w:rPr>
        <w:t>s</w:t>
      </w:r>
      <w:r w:rsidRPr="001E4074">
        <w:rPr>
          <w:rFonts w:asciiTheme="minorHAnsi" w:hAnsiTheme="minorHAnsi"/>
          <w:b w:val="0"/>
          <w:sz w:val="24"/>
          <w:szCs w:val="24"/>
        </w:rPr>
        <w:t xml:space="preserve">taff </w:t>
      </w:r>
      <w:r w:rsidR="005528EB">
        <w:rPr>
          <w:rFonts w:asciiTheme="minorHAnsi" w:hAnsiTheme="minorHAnsi"/>
          <w:b w:val="0"/>
          <w:sz w:val="24"/>
          <w:szCs w:val="24"/>
        </w:rPr>
        <w:t>s</w:t>
      </w:r>
      <w:r w:rsidRPr="001E4074">
        <w:rPr>
          <w:rFonts w:asciiTheme="minorHAnsi" w:hAnsiTheme="minorHAnsi"/>
          <w:b w:val="0"/>
          <w:sz w:val="24"/>
          <w:szCs w:val="24"/>
        </w:rPr>
        <w:t xml:space="preserve">ales </w:t>
      </w:r>
      <w:r w:rsidR="005528EB">
        <w:rPr>
          <w:rFonts w:asciiTheme="minorHAnsi" w:hAnsiTheme="minorHAnsi"/>
          <w:b w:val="0"/>
          <w:sz w:val="24"/>
          <w:szCs w:val="24"/>
        </w:rPr>
        <w:t>m</w:t>
      </w:r>
      <w:r w:rsidRPr="001E4074">
        <w:rPr>
          <w:rFonts w:asciiTheme="minorHAnsi" w:hAnsiTheme="minorHAnsi"/>
          <w:b w:val="0"/>
          <w:sz w:val="24"/>
          <w:szCs w:val="24"/>
        </w:rPr>
        <w:t>eetings</w:t>
      </w:r>
    </w:p>
    <w:p w14:paraId="3850C0C3" w14:textId="77777777" w:rsidR="001E4074" w:rsidRPr="001E4074" w:rsidRDefault="001E4074" w:rsidP="001E4074">
      <w:pPr>
        <w:pStyle w:val="listheading"/>
        <w:numPr>
          <w:ilvl w:val="0"/>
          <w:numId w:val="2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Help maintain a safe work environment</w:t>
      </w:r>
    </w:p>
    <w:p w14:paraId="0CFFBD8D" w14:textId="0693C27B" w:rsidR="001E4074" w:rsidRPr="001E4074" w:rsidRDefault="005528EB" w:rsidP="001E4074">
      <w:pPr>
        <w:pStyle w:val="listheading"/>
        <w:numPr>
          <w:ilvl w:val="0"/>
          <w:numId w:val="2"/>
        </w:numPr>
        <w:spacing w:after="0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>Familiarize yourself with in stock merchandise</w:t>
      </w:r>
    </w:p>
    <w:p w14:paraId="4A17935A" w14:textId="77777777" w:rsidR="001E4074" w:rsidRPr="001E4074" w:rsidRDefault="001E4074" w:rsidP="001E4074">
      <w:pPr>
        <w:pStyle w:val="listheading"/>
        <w:numPr>
          <w:ilvl w:val="0"/>
          <w:numId w:val="2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Demonstrate products to customers daily</w:t>
      </w:r>
    </w:p>
    <w:p w14:paraId="057CC854" w14:textId="77777777" w:rsidR="001E4074" w:rsidRPr="00C56B47" w:rsidRDefault="001E4074" w:rsidP="001E4074">
      <w:pPr>
        <w:pStyle w:val="listheading"/>
        <w:spacing w:after="0"/>
        <w:ind w:left="720"/>
        <w:rPr>
          <w:b w:val="0"/>
          <w:sz w:val="24"/>
          <w:szCs w:val="24"/>
        </w:rPr>
      </w:pPr>
    </w:p>
    <w:p w14:paraId="1F1DEFD2" w14:textId="77777777" w:rsidR="001E4074" w:rsidRDefault="001E4074" w:rsidP="001E4074">
      <w:pPr>
        <w:pStyle w:val="Listbulletindented"/>
      </w:pPr>
    </w:p>
    <w:p w14:paraId="5A8612B2" w14:textId="77777777" w:rsidR="001E4074" w:rsidRDefault="001E4074" w:rsidP="001E4074">
      <w:pPr>
        <w:pStyle w:val="Listbulletindented"/>
      </w:pPr>
    </w:p>
    <w:p w14:paraId="64881479" w14:textId="1C18920B" w:rsidR="001E4074" w:rsidRPr="001E4074" w:rsidRDefault="001E4074" w:rsidP="001E4074">
      <w:pPr>
        <w:pStyle w:val="listheading"/>
        <w:rPr>
          <w:rFonts w:ascii="Cambria" w:hAnsi="Cambria"/>
          <w:sz w:val="28"/>
          <w:szCs w:val="28"/>
        </w:rPr>
      </w:pPr>
      <w:r w:rsidRPr="001E4074">
        <w:rPr>
          <w:rFonts w:ascii="Cambria" w:hAnsi="Cambria"/>
          <w:sz w:val="28"/>
          <w:szCs w:val="28"/>
        </w:rPr>
        <w:t xml:space="preserve">Skill Requirements </w:t>
      </w:r>
    </w:p>
    <w:p w14:paraId="53864FAE" w14:textId="77777777" w:rsidR="001E4074" w:rsidRPr="001E4074" w:rsidRDefault="001E4074" w:rsidP="001E4074">
      <w:pPr>
        <w:pStyle w:val="listheading"/>
        <w:numPr>
          <w:ilvl w:val="0"/>
          <w:numId w:val="1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Friendly</w:t>
      </w:r>
    </w:p>
    <w:p w14:paraId="62ABAB5D" w14:textId="77777777" w:rsidR="001E4074" w:rsidRPr="001E4074" w:rsidRDefault="001E4074" w:rsidP="001E4074">
      <w:pPr>
        <w:pStyle w:val="listheading"/>
        <w:numPr>
          <w:ilvl w:val="0"/>
          <w:numId w:val="1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Flexible</w:t>
      </w:r>
    </w:p>
    <w:p w14:paraId="6ED9F0DD" w14:textId="21A9CAE8" w:rsidR="001E4074" w:rsidRPr="001E4074" w:rsidRDefault="005C1808" w:rsidP="001E4074">
      <w:pPr>
        <w:pStyle w:val="listheading"/>
        <w:numPr>
          <w:ilvl w:val="0"/>
          <w:numId w:val="1"/>
        </w:numPr>
        <w:spacing w:after="0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>Patient</w:t>
      </w:r>
    </w:p>
    <w:p w14:paraId="39FA4592" w14:textId="77777777" w:rsidR="001E4074" w:rsidRPr="001E4074" w:rsidRDefault="001E4074" w:rsidP="001E4074">
      <w:pPr>
        <w:pStyle w:val="listheading"/>
        <w:numPr>
          <w:ilvl w:val="0"/>
          <w:numId w:val="1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Cooperative</w:t>
      </w:r>
    </w:p>
    <w:p w14:paraId="514BD279" w14:textId="77777777" w:rsidR="001E4074" w:rsidRPr="001E4074" w:rsidRDefault="001E4074" w:rsidP="001E4074">
      <w:pPr>
        <w:pStyle w:val="listheading"/>
        <w:numPr>
          <w:ilvl w:val="0"/>
          <w:numId w:val="1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Compassionate</w:t>
      </w:r>
    </w:p>
    <w:p w14:paraId="64D63D07" w14:textId="77777777" w:rsidR="001E4074" w:rsidRPr="001E4074" w:rsidRDefault="001E4074" w:rsidP="001E4074">
      <w:pPr>
        <w:pStyle w:val="listheading"/>
        <w:numPr>
          <w:ilvl w:val="0"/>
          <w:numId w:val="1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Sense of Humor</w:t>
      </w:r>
    </w:p>
    <w:p w14:paraId="09F023EA" w14:textId="77777777" w:rsidR="001E4074" w:rsidRPr="001E4074" w:rsidRDefault="001E4074" w:rsidP="001E4074">
      <w:pPr>
        <w:pStyle w:val="listheading"/>
        <w:numPr>
          <w:ilvl w:val="0"/>
          <w:numId w:val="1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Charitable</w:t>
      </w:r>
    </w:p>
    <w:p w14:paraId="5C9E90D6" w14:textId="77777777" w:rsidR="001E4074" w:rsidRPr="001E4074" w:rsidRDefault="001E4074" w:rsidP="001E4074">
      <w:pPr>
        <w:pStyle w:val="listheading"/>
        <w:numPr>
          <w:ilvl w:val="0"/>
          <w:numId w:val="1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Self-Motivated</w:t>
      </w:r>
    </w:p>
    <w:p w14:paraId="4A2750DC" w14:textId="77777777" w:rsidR="001E4074" w:rsidRPr="001E4074" w:rsidRDefault="001E4074" w:rsidP="001E4074">
      <w:pPr>
        <w:pStyle w:val="listheading"/>
        <w:numPr>
          <w:ilvl w:val="0"/>
          <w:numId w:val="1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Creative</w:t>
      </w:r>
    </w:p>
    <w:p w14:paraId="6155F012" w14:textId="77777777" w:rsidR="001E4074" w:rsidRDefault="001E4074" w:rsidP="001E4074">
      <w:pPr>
        <w:pStyle w:val="Listbulletindented"/>
      </w:pPr>
    </w:p>
    <w:p w14:paraId="38E7CED0" w14:textId="77777777" w:rsidR="001E4074" w:rsidRDefault="001E4074" w:rsidP="001E4074">
      <w:pPr>
        <w:pStyle w:val="Listbulletindented"/>
      </w:pPr>
    </w:p>
    <w:p w14:paraId="7927C35F" w14:textId="77777777" w:rsidR="001E4074" w:rsidRDefault="001E4074" w:rsidP="001E4074">
      <w:pPr>
        <w:pStyle w:val="Listbulletindented"/>
      </w:pPr>
    </w:p>
    <w:p w14:paraId="057F15AB" w14:textId="77777777" w:rsidR="001E4074" w:rsidRDefault="001E4074" w:rsidP="001E4074">
      <w:pPr>
        <w:pStyle w:val="Listbulletindented"/>
      </w:pPr>
    </w:p>
    <w:p w14:paraId="776EF8CA" w14:textId="77777777" w:rsidR="001E4074" w:rsidRPr="001E4074" w:rsidRDefault="001E4074" w:rsidP="001E4074">
      <w:pPr>
        <w:pStyle w:val="Listbulletindented"/>
        <w:rPr>
          <w:rFonts w:asciiTheme="minorHAnsi" w:hAnsiTheme="minorHAnsi"/>
        </w:rPr>
      </w:pPr>
    </w:p>
    <w:p w14:paraId="774B5C02" w14:textId="77777777" w:rsidR="001E4074" w:rsidRPr="001E4074" w:rsidRDefault="001E4074" w:rsidP="001E4074">
      <w:pPr>
        <w:pStyle w:val="Listbulletindented"/>
        <w:tabs>
          <w:tab w:val="clear" w:pos="720"/>
        </w:tabs>
        <w:ind w:firstLine="0"/>
        <w:rPr>
          <w:rFonts w:asciiTheme="minorHAnsi" w:hAnsiTheme="minorHAnsi"/>
        </w:rPr>
      </w:pPr>
      <w:r w:rsidRPr="001E4074">
        <w:rPr>
          <w:rFonts w:asciiTheme="minorHAnsi" w:hAnsiTheme="minorHAnsi"/>
        </w:rPr>
        <w:t>NOTE: This job description is not intended to be all-inclusive. Employees may perform other related duties as negotiated to meet the ongoing needs of the organization.</w:t>
      </w:r>
    </w:p>
    <w:p w14:paraId="2115B808" w14:textId="7E9CB7A2" w:rsidR="001E4074" w:rsidRPr="001E4074" w:rsidRDefault="005C1808" w:rsidP="001E4074">
      <w:pPr>
        <w:rPr>
          <w:rFonts w:ascii="Cambria" w:hAnsi="Cambria"/>
          <w:b/>
          <w:bCs/>
          <w:sz w:val="40"/>
          <w:szCs w:val="40"/>
        </w:rPr>
      </w:pPr>
      <w:r w:rsidRPr="005C1808">
        <w:rPr>
          <w:rFonts w:ascii="Cambria" w:hAnsi="Cambria"/>
          <w:b/>
          <w:bCs/>
          <w:color w:val="A02B93" w:themeColor="accent5"/>
          <w:sz w:val="40"/>
          <w:szCs w:val="40"/>
        </w:rPr>
        <w:lastRenderedPageBreak/>
        <w:t xml:space="preserve">(Your Shop Name Here) </w:t>
      </w:r>
      <w:r w:rsidR="001E4074" w:rsidRPr="001E4074">
        <w:rPr>
          <w:rFonts w:ascii="Cambria" w:hAnsi="Cambria"/>
          <w:b/>
          <w:bCs/>
          <w:sz w:val="40"/>
          <w:szCs w:val="40"/>
        </w:rPr>
        <w:t>– Job Description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18"/>
        <w:gridCol w:w="4338"/>
      </w:tblGrid>
      <w:tr w:rsidR="001E4074" w14:paraId="4EF06FB5" w14:textId="77777777" w:rsidTr="00143D2D">
        <w:trPr>
          <w:trHeight w:val="530"/>
        </w:trPr>
        <w:tc>
          <w:tcPr>
            <w:tcW w:w="4518" w:type="dxa"/>
            <w:vAlign w:val="center"/>
          </w:tcPr>
          <w:p w14:paraId="5941D5C2" w14:textId="77777777" w:rsidR="001E4074" w:rsidRPr="001E4074" w:rsidRDefault="001E4074" w:rsidP="00143D2D">
            <w:pPr>
              <w:pStyle w:val="tabletext"/>
              <w:rPr>
                <w:rFonts w:asciiTheme="minorHAnsi" w:hAnsiTheme="minorHAnsi"/>
              </w:rPr>
            </w:pPr>
            <w:r w:rsidRPr="001E4074">
              <w:rPr>
                <w:rFonts w:asciiTheme="minorHAnsi" w:hAnsiTheme="minorHAnsi"/>
              </w:rPr>
              <w:t>Job Title: Machine Sales Specialist</w:t>
            </w:r>
          </w:p>
        </w:tc>
        <w:tc>
          <w:tcPr>
            <w:tcW w:w="4338" w:type="dxa"/>
            <w:vAlign w:val="center"/>
          </w:tcPr>
          <w:p w14:paraId="4DB25EEC" w14:textId="44220D2B" w:rsidR="001E4074" w:rsidRPr="001E4074" w:rsidRDefault="001E4074" w:rsidP="00143D2D">
            <w:pPr>
              <w:pStyle w:val="tabletext"/>
              <w:rPr>
                <w:rFonts w:asciiTheme="minorHAnsi" w:hAnsiTheme="minorHAnsi"/>
              </w:rPr>
            </w:pPr>
            <w:r w:rsidRPr="001E4074">
              <w:rPr>
                <w:rFonts w:asciiTheme="minorHAnsi" w:hAnsiTheme="minorHAnsi"/>
              </w:rPr>
              <w:t xml:space="preserve">Pay Rate: </w:t>
            </w:r>
          </w:p>
        </w:tc>
      </w:tr>
      <w:tr w:rsidR="001E4074" w14:paraId="4C46B89D" w14:textId="77777777" w:rsidTr="00143D2D">
        <w:trPr>
          <w:trHeight w:val="530"/>
        </w:trPr>
        <w:tc>
          <w:tcPr>
            <w:tcW w:w="4518" w:type="dxa"/>
            <w:vAlign w:val="center"/>
          </w:tcPr>
          <w:p w14:paraId="78FA42C6" w14:textId="5D3DB35E" w:rsidR="001E4074" w:rsidRPr="001E4074" w:rsidRDefault="001E4074" w:rsidP="00143D2D">
            <w:pPr>
              <w:pStyle w:val="tabletext"/>
              <w:rPr>
                <w:rFonts w:asciiTheme="minorHAnsi" w:hAnsiTheme="minorHAnsi"/>
              </w:rPr>
            </w:pPr>
            <w:r w:rsidRPr="001E4074">
              <w:rPr>
                <w:rFonts w:asciiTheme="minorHAnsi" w:hAnsiTheme="minorHAnsi"/>
              </w:rPr>
              <w:t xml:space="preserve">Supervisor: </w:t>
            </w:r>
          </w:p>
        </w:tc>
        <w:tc>
          <w:tcPr>
            <w:tcW w:w="4338" w:type="dxa"/>
            <w:vAlign w:val="center"/>
          </w:tcPr>
          <w:p w14:paraId="33E0A5D5" w14:textId="695FF805" w:rsidR="001E4074" w:rsidRPr="001E4074" w:rsidRDefault="001E4074" w:rsidP="00143D2D">
            <w:pPr>
              <w:pStyle w:val="tabletext"/>
              <w:rPr>
                <w:rFonts w:asciiTheme="minorHAnsi" w:hAnsiTheme="minorHAnsi"/>
              </w:rPr>
            </w:pPr>
            <w:r w:rsidRPr="001E4074">
              <w:rPr>
                <w:rFonts w:asciiTheme="minorHAnsi" w:hAnsiTheme="minorHAnsi"/>
              </w:rPr>
              <w:t xml:space="preserve">Hours: </w:t>
            </w:r>
          </w:p>
        </w:tc>
      </w:tr>
      <w:tr w:rsidR="001E4074" w14:paraId="4B9C912F" w14:textId="77777777" w:rsidTr="00143D2D">
        <w:trPr>
          <w:trHeight w:val="530"/>
        </w:trPr>
        <w:tc>
          <w:tcPr>
            <w:tcW w:w="4518" w:type="dxa"/>
            <w:vAlign w:val="center"/>
          </w:tcPr>
          <w:p w14:paraId="50254FE0" w14:textId="2316FE2F" w:rsidR="001E4074" w:rsidRPr="001E4074" w:rsidRDefault="001E4074" w:rsidP="00143D2D">
            <w:pPr>
              <w:pStyle w:val="tabletext"/>
              <w:rPr>
                <w:rFonts w:asciiTheme="minorHAnsi" w:hAnsiTheme="minorHAnsi"/>
              </w:rPr>
            </w:pPr>
            <w:r w:rsidRPr="001E4074">
              <w:rPr>
                <w:rFonts w:asciiTheme="minorHAnsi" w:hAnsiTheme="minorHAnsi"/>
              </w:rPr>
              <w:t xml:space="preserve">Revision Date: </w:t>
            </w:r>
          </w:p>
        </w:tc>
        <w:tc>
          <w:tcPr>
            <w:tcW w:w="4338" w:type="dxa"/>
            <w:vAlign w:val="center"/>
          </w:tcPr>
          <w:p w14:paraId="42763358" w14:textId="21BACA02" w:rsidR="001E4074" w:rsidRPr="001E4074" w:rsidRDefault="001E4074" w:rsidP="00143D2D">
            <w:pPr>
              <w:pStyle w:val="tabletext"/>
              <w:rPr>
                <w:rFonts w:asciiTheme="minorHAnsi" w:hAnsiTheme="minorHAnsi"/>
              </w:rPr>
            </w:pPr>
            <w:r w:rsidRPr="001E4074">
              <w:rPr>
                <w:rFonts w:asciiTheme="minorHAnsi" w:hAnsiTheme="minorHAnsi"/>
              </w:rPr>
              <w:t xml:space="preserve">Discount: </w:t>
            </w:r>
          </w:p>
        </w:tc>
      </w:tr>
    </w:tbl>
    <w:p w14:paraId="507A8639" w14:textId="77777777" w:rsidR="001E4074" w:rsidRDefault="001E4074" w:rsidP="001E4074">
      <w:pPr>
        <w:rPr>
          <w:rFonts w:ascii="Trebuchet MS" w:hAnsi="Trebuchet MS"/>
        </w:rPr>
      </w:pPr>
    </w:p>
    <w:p w14:paraId="077C23DC" w14:textId="2175FABB" w:rsidR="001E4074" w:rsidRPr="001E4074" w:rsidRDefault="001E4074" w:rsidP="001E4074">
      <w:pPr>
        <w:pStyle w:val="listheading"/>
        <w:rPr>
          <w:rFonts w:ascii="Cambria" w:hAnsi="Cambria"/>
          <w:sz w:val="28"/>
          <w:szCs w:val="28"/>
        </w:rPr>
      </w:pPr>
      <w:r w:rsidRPr="001E4074">
        <w:rPr>
          <w:rFonts w:ascii="Cambria" w:hAnsi="Cambria"/>
          <w:sz w:val="28"/>
          <w:szCs w:val="28"/>
        </w:rPr>
        <w:t xml:space="preserve">Position Overview </w:t>
      </w:r>
    </w:p>
    <w:p w14:paraId="407858A8" w14:textId="77777777" w:rsidR="001E4074" w:rsidRDefault="001E4074" w:rsidP="001E4074">
      <w:pPr>
        <w:rPr>
          <w:rFonts w:ascii="Trebuchet MS" w:hAnsi="Trebuchet MS"/>
          <w:sz w:val="20"/>
          <w:szCs w:val="20"/>
        </w:rPr>
      </w:pPr>
    </w:p>
    <w:p w14:paraId="63EE0589" w14:textId="77777777" w:rsidR="001E4074" w:rsidRPr="001E4074" w:rsidRDefault="001E4074" w:rsidP="001E4074">
      <w:pPr>
        <w:pStyle w:val="listheading"/>
        <w:numPr>
          <w:ilvl w:val="0"/>
          <w:numId w:val="3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Remain in machines department to demo machines with customers</w:t>
      </w:r>
    </w:p>
    <w:p w14:paraId="3D57572D" w14:textId="77777777" w:rsidR="001E4074" w:rsidRPr="001E4074" w:rsidRDefault="001E4074" w:rsidP="001E4074">
      <w:pPr>
        <w:pStyle w:val="listheading"/>
        <w:numPr>
          <w:ilvl w:val="0"/>
          <w:numId w:val="3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Work on assigned shop sewing projects while in machine area</w:t>
      </w:r>
    </w:p>
    <w:p w14:paraId="5AB81D3B" w14:textId="5E1C3C00" w:rsidR="001E4074" w:rsidRPr="001E4074" w:rsidRDefault="001E4074" w:rsidP="001E4074">
      <w:pPr>
        <w:pStyle w:val="listheading"/>
        <w:numPr>
          <w:ilvl w:val="0"/>
          <w:numId w:val="3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 xml:space="preserve">Maintain </w:t>
      </w:r>
      <w:r w:rsidR="005528EB">
        <w:rPr>
          <w:rFonts w:asciiTheme="minorHAnsi" w:hAnsiTheme="minorHAnsi"/>
          <w:b w:val="0"/>
          <w:sz w:val="24"/>
          <w:szCs w:val="24"/>
        </w:rPr>
        <w:t>s</w:t>
      </w:r>
      <w:r w:rsidRPr="001E4074">
        <w:rPr>
          <w:rFonts w:asciiTheme="minorHAnsi" w:hAnsiTheme="minorHAnsi"/>
          <w:b w:val="0"/>
          <w:sz w:val="24"/>
          <w:szCs w:val="24"/>
        </w:rPr>
        <w:t xml:space="preserve">ewing </w:t>
      </w:r>
      <w:r w:rsidR="005528EB">
        <w:rPr>
          <w:rFonts w:asciiTheme="minorHAnsi" w:hAnsiTheme="minorHAnsi"/>
          <w:b w:val="0"/>
          <w:sz w:val="24"/>
          <w:szCs w:val="24"/>
        </w:rPr>
        <w:t>m</w:t>
      </w:r>
      <w:r w:rsidRPr="001E4074">
        <w:rPr>
          <w:rFonts w:asciiTheme="minorHAnsi" w:hAnsiTheme="minorHAnsi"/>
          <w:b w:val="0"/>
          <w:sz w:val="24"/>
          <w:szCs w:val="24"/>
        </w:rPr>
        <w:t xml:space="preserve">achine </w:t>
      </w:r>
      <w:r w:rsidR="005528EB">
        <w:rPr>
          <w:rFonts w:asciiTheme="minorHAnsi" w:hAnsiTheme="minorHAnsi"/>
          <w:b w:val="0"/>
          <w:sz w:val="24"/>
          <w:szCs w:val="24"/>
        </w:rPr>
        <w:t>a</w:t>
      </w:r>
      <w:r w:rsidRPr="001E4074">
        <w:rPr>
          <w:rFonts w:asciiTheme="minorHAnsi" w:hAnsiTheme="minorHAnsi"/>
          <w:b w:val="0"/>
          <w:sz w:val="24"/>
          <w:szCs w:val="24"/>
        </w:rPr>
        <w:t xml:space="preserve">rea according to guidelines </w:t>
      </w:r>
    </w:p>
    <w:p w14:paraId="64465000" w14:textId="3C858692" w:rsidR="001E4074" w:rsidRPr="001E4074" w:rsidRDefault="001E4074" w:rsidP="001E4074">
      <w:pPr>
        <w:pStyle w:val="listheading"/>
        <w:numPr>
          <w:ilvl w:val="0"/>
          <w:numId w:val="3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 xml:space="preserve">Attend </w:t>
      </w:r>
      <w:r w:rsidR="005528EB">
        <w:rPr>
          <w:rFonts w:asciiTheme="minorHAnsi" w:hAnsiTheme="minorHAnsi"/>
          <w:b w:val="0"/>
          <w:sz w:val="24"/>
          <w:szCs w:val="24"/>
        </w:rPr>
        <w:t>c</w:t>
      </w:r>
      <w:r w:rsidRPr="001E4074">
        <w:rPr>
          <w:rFonts w:asciiTheme="minorHAnsi" w:hAnsiTheme="minorHAnsi"/>
          <w:b w:val="0"/>
          <w:sz w:val="24"/>
          <w:szCs w:val="24"/>
        </w:rPr>
        <w:t xml:space="preserve">ontinuing </w:t>
      </w:r>
      <w:r w:rsidR="005528EB">
        <w:rPr>
          <w:rFonts w:asciiTheme="minorHAnsi" w:hAnsiTheme="minorHAnsi"/>
          <w:b w:val="0"/>
          <w:sz w:val="24"/>
          <w:szCs w:val="24"/>
        </w:rPr>
        <w:t>e</w:t>
      </w:r>
      <w:r w:rsidRPr="001E4074">
        <w:rPr>
          <w:rFonts w:asciiTheme="minorHAnsi" w:hAnsiTheme="minorHAnsi"/>
          <w:b w:val="0"/>
          <w:sz w:val="24"/>
          <w:szCs w:val="24"/>
        </w:rPr>
        <w:t>ducation classes</w:t>
      </w:r>
    </w:p>
    <w:p w14:paraId="7877FB98" w14:textId="07EEBA10" w:rsidR="001E4074" w:rsidRPr="001E4074" w:rsidRDefault="001E4074" w:rsidP="001E4074">
      <w:pPr>
        <w:pStyle w:val="listheading"/>
        <w:numPr>
          <w:ilvl w:val="0"/>
          <w:numId w:val="3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 xml:space="preserve">Teach </w:t>
      </w:r>
      <w:r w:rsidR="005528EB">
        <w:rPr>
          <w:rFonts w:asciiTheme="minorHAnsi" w:hAnsiTheme="minorHAnsi"/>
          <w:b w:val="0"/>
          <w:sz w:val="24"/>
          <w:szCs w:val="24"/>
        </w:rPr>
        <w:t>c</w:t>
      </w:r>
      <w:r w:rsidRPr="001E4074">
        <w:rPr>
          <w:rFonts w:asciiTheme="minorHAnsi" w:hAnsiTheme="minorHAnsi"/>
          <w:b w:val="0"/>
          <w:sz w:val="24"/>
          <w:szCs w:val="24"/>
        </w:rPr>
        <w:t xml:space="preserve">ustomer </w:t>
      </w:r>
      <w:r w:rsidR="005528EB">
        <w:rPr>
          <w:rFonts w:asciiTheme="minorHAnsi" w:hAnsiTheme="minorHAnsi"/>
          <w:b w:val="0"/>
          <w:sz w:val="24"/>
          <w:szCs w:val="24"/>
        </w:rPr>
        <w:t>c</w:t>
      </w:r>
      <w:r w:rsidRPr="001E4074">
        <w:rPr>
          <w:rFonts w:asciiTheme="minorHAnsi" w:hAnsiTheme="minorHAnsi"/>
          <w:b w:val="0"/>
          <w:sz w:val="24"/>
          <w:szCs w:val="24"/>
        </w:rPr>
        <w:t>lasses for new machines monthly</w:t>
      </w:r>
    </w:p>
    <w:p w14:paraId="2DFBF021" w14:textId="5D3A7F32" w:rsidR="001E4074" w:rsidRPr="001E4074" w:rsidRDefault="001E4074" w:rsidP="001E4074">
      <w:pPr>
        <w:pStyle w:val="listheading"/>
        <w:numPr>
          <w:ilvl w:val="0"/>
          <w:numId w:val="3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 xml:space="preserve">Be comfortable with </w:t>
      </w:r>
      <w:r w:rsidR="005528EB">
        <w:rPr>
          <w:rFonts w:asciiTheme="minorHAnsi" w:hAnsiTheme="minorHAnsi"/>
          <w:b w:val="0"/>
          <w:sz w:val="24"/>
          <w:szCs w:val="24"/>
        </w:rPr>
        <w:t>operating</w:t>
      </w:r>
      <w:r w:rsidRPr="001E4074">
        <w:rPr>
          <w:rFonts w:asciiTheme="minorHAnsi" w:hAnsiTheme="minorHAnsi"/>
          <w:b w:val="0"/>
          <w:sz w:val="24"/>
          <w:szCs w:val="24"/>
        </w:rPr>
        <w:t xml:space="preserve"> machines</w:t>
      </w:r>
      <w:r w:rsidR="005528EB">
        <w:rPr>
          <w:rFonts w:asciiTheme="minorHAnsi" w:hAnsiTheme="minorHAnsi"/>
          <w:b w:val="0"/>
          <w:sz w:val="24"/>
          <w:szCs w:val="24"/>
        </w:rPr>
        <w:t>, and conducting demos with customers</w:t>
      </w:r>
    </w:p>
    <w:p w14:paraId="3537E9D8" w14:textId="197F6F0E" w:rsidR="001E4074" w:rsidRPr="001E4074" w:rsidRDefault="001E4074" w:rsidP="001E4074">
      <w:pPr>
        <w:pStyle w:val="listheading"/>
        <w:numPr>
          <w:ilvl w:val="0"/>
          <w:numId w:val="3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 xml:space="preserve">Be familiar with the pricing and policies of machine </w:t>
      </w:r>
      <w:r w:rsidR="005528EB">
        <w:rPr>
          <w:rFonts w:asciiTheme="minorHAnsi" w:hAnsiTheme="minorHAnsi"/>
          <w:b w:val="0"/>
          <w:sz w:val="24"/>
          <w:szCs w:val="24"/>
        </w:rPr>
        <w:t>s</w:t>
      </w:r>
      <w:r w:rsidRPr="001E4074">
        <w:rPr>
          <w:rFonts w:asciiTheme="minorHAnsi" w:hAnsiTheme="minorHAnsi"/>
          <w:b w:val="0"/>
          <w:sz w:val="24"/>
          <w:szCs w:val="24"/>
        </w:rPr>
        <w:t>ales</w:t>
      </w:r>
    </w:p>
    <w:p w14:paraId="3D12E4BA" w14:textId="77777777" w:rsidR="001E4074" w:rsidRPr="001E4074" w:rsidRDefault="001E4074" w:rsidP="001E4074">
      <w:pPr>
        <w:pStyle w:val="listheading"/>
        <w:numPr>
          <w:ilvl w:val="0"/>
          <w:numId w:val="3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Be able to complete the appropriate paperwork for machine purchases</w:t>
      </w:r>
    </w:p>
    <w:p w14:paraId="18DD8492" w14:textId="4A9B5FDD" w:rsidR="001E4074" w:rsidRPr="001E4074" w:rsidRDefault="001E4074" w:rsidP="001E4074">
      <w:pPr>
        <w:pStyle w:val="listheading"/>
        <w:numPr>
          <w:ilvl w:val="0"/>
          <w:numId w:val="3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 xml:space="preserve">Know prices of cabinets and inserts </w:t>
      </w:r>
      <w:r w:rsidR="005528EB">
        <w:rPr>
          <w:rFonts w:asciiTheme="minorHAnsi" w:hAnsiTheme="minorHAnsi"/>
          <w:b w:val="0"/>
          <w:sz w:val="24"/>
          <w:szCs w:val="24"/>
        </w:rPr>
        <w:t>and machines</w:t>
      </w:r>
    </w:p>
    <w:p w14:paraId="05339615" w14:textId="1D105BF1" w:rsidR="001E4074" w:rsidRPr="001E4074" w:rsidRDefault="005528EB" w:rsidP="001E4074">
      <w:pPr>
        <w:pStyle w:val="listheading"/>
        <w:numPr>
          <w:ilvl w:val="0"/>
          <w:numId w:val="3"/>
        </w:numPr>
        <w:spacing w:after="0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>Order</w:t>
      </w:r>
      <w:r w:rsidR="001E4074" w:rsidRPr="001E4074">
        <w:rPr>
          <w:rFonts w:asciiTheme="minorHAnsi" w:hAnsiTheme="minorHAnsi"/>
          <w:b w:val="0"/>
          <w:sz w:val="24"/>
          <w:szCs w:val="24"/>
        </w:rPr>
        <w:t xml:space="preserve"> </w:t>
      </w:r>
      <w:proofErr w:type="gramStart"/>
      <w:r w:rsidR="001E4074" w:rsidRPr="001E4074">
        <w:rPr>
          <w:rFonts w:asciiTheme="minorHAnsi" w:hAnsiTheme="minorHAnsi"/>
          <w:b w:val="0"/>
          <w:sz w:val="24"/>
          <w:szCs w:val="24"/>
        </w:rPr>
        <w:t>sew</w:t>
      </w:r>
      <w:proofErr w:type="gramEnd"/>
      <w:r w:rsidR="001E4074" w:rsidRPr="001E4074">
        <w:rPr>
          <w:rFonts w:asciiTheme="minorHAnsi" w:hAnsiTheme="minorHAnsi"/>
          <w:b w:val="0"/>
          <w:sz w:val="24"/>
          <w:szCs w:val="24"/>
        </w:rPr>
        <w:t xml:space="preserve"> steady tables and inserts for the machines </w:t>
      </w:r>
    </w:p>
    <w:p w14:paraId="27114A38" w14:textId="77777777" w:rsidR="001E4074" w:rsidRPr="009848CB" w:rsidRDefault="001E4074" w:rsidP="001E4074">
      <w:pPr>
        <w:pStyle w:val="listheading"/>
        <w:spacing w:after="0"/>
        <w:ind w:left="720"/>
        <w:rPr>
          <w:b w:val="0"/>
          <w:sz w:val="24"/>
          <w:szCs w:val="24"/>
        </w:rPr>
      </w:pPr>
    </w:p>
    <w:p w14:paraId="5D590EB9" w14:textId="77777777" w:rsidR="001E4074" w:rsidRDefault="001E4074" w:rsidP="001E4074">
      <w:pPr>
        <w:pStyle w:val="listheading"/>
        <w:spacing w:after="0"/>
      </w:pPr>
    </w:p>
    <w:p w14:paraId="3C96BAE1" w14:textId="77777777" w:rsidR="001E4074" w:rsidRDefault="001E4074" w:rsidP="001E4074">
      <w:pPr>
        <w:pStyle w:val="listheading"/>
        <w:spacing w:after="0"/>
      </w:pPr>
    </w:p>
    <w:p w14:paraId="7D8C2440" w14:textId="77777777" w:rsidR="001E4074" w:rsidRDefault="001E4074" w:rsidP="001E4074">
      <w:pPr>
        <w:pStyle w:val="Listbulletindented"/>
      </w:pPr>
    </w:p>
    <w:p w14:paraId="04579547" w14:textId="77777777" w:rsidR="001E4074" w:rsidRDefault="001E4074" w:rsidP="001E4074">
      <w:pPr>
        <w:pStyle w:val="Listbulletindented"/>
      </w:pPr>
    </w:p>
    <w:p w14:paraId="2F06792B" w14:textId="346BAA6E" w:rsidR="001E4074" w:rsidRPr="001E4074" w:rsidRDefault="001E4074" w:rsidP="001E4074">
      <w:pPr>
        <w:pStyle w:val="listheading"/>
        <w:rPr>
          <w:rFonts w:ascii="Cambria" w:hAnsi="Cambria"/>
          <w:sz w:val="28"/>
          <w:szCs w:val="28"/>
        </w:rPr>
      </w:pPr>
      <w:r w:rsidRPr="001E4074">
        <w:rPr>
          <w:rFonts w:ascii="Cambria" w:hAnsi="Cambria"/>
          <w:sz w:val="28"/>
          <w:szCs w:val="28"/>
        </w:rPr>
        <w:t xml:space="preserve">Skill Requirements </w:t>
      </w:r>
    </w:p>
    <w:p w14:paraId="26633F30" w14:textId="77777777" w:rsidR="001E4074" w:rsidRPr="001E4074" w:rsidRDefault="001E4074" w:rsidP="001E4074">
      <w:pPr>
        <w:pStyle w:val="listheading"/>
        <w:numPr>
          <w:ilvl w:val="0"/>
          <w:numId w:val="1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Friendly</w:t>
      </w:r>
    </w:p>
    <w:p w14:paraId="487BE2BD" w14:textId="77777777" w:rsidR="001E4074" w:rsidRPr="001E4074" w:rsidRDefault="001E4074" w:rsidP="001E4074">
      <w:pPr>
        <w:pStyle w:val="listheading"/>
        <w:numPr>
          <w:ilvl w:val="0"/>
          <w:numId w:val="1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Flexible</w:t>
      </w:r>
    </w:p>
    <w:p w14:paraId="53B63F61" w14:textId="5DC2323D" w:rsidR="001E4074" w:rsidRPr="001E4074" w:rsidRDefault="005C1808" w:rsidP="001E4074">
      <w:pPr>
        <w:pStyle w:val="listheading"/>
        <w:numPr>
          <w:ilvl w:val="0"/>
          <w:numId w:val="1"/>
        </w:numPr>
        <w:spacing w:after="0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>Patient</w:t>
      </w:r>
    </w:p>
    <w:p w14:paraId="11AA5A76" w14:textId="77777777" w:rsidR="001E4074" w:rsidRPr="001E4074" w:rsidRDefault="001E4074" w:rsidP="001E4074">
      <w:pPr>
        <w:pStyle w:val="listheading"/>
        <w:numPr>
          <w:ilvl w:val="0"/>
          <w:numId w:val="1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Cooperative</w:t>
      </w:r>
    </w:p>
    <w:p w14:paraId="4F5D1BC3" w14:textId="77777777" w:rsidR="001E4074" w:rsidRPr="001E4074" w:rsidRDefault="001E4074" w:rsidP="001E4074">
      <w:pPr>
        <w:pStyle w:val="listheading"/>
        <w:numPr>
          <w:ilvl w:val="0"/>
          <w:numId w:val="1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Compassionate</w:t>
      </w:r>
    </w:p>
    <w:p w14:paraId="41FED8D6" w14:textId="77777777" w:rsidR="001E4074" w:rsidRPr="001E4074" w:rsidRDefault="001E4074" w:rsidP="001E4074">
      <w:pPr>
        <w:pStyle w:val="listheading"/>
        <w:numPr>
          <w:ilvl w:val="0"/>
          <w:numId w:val="1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Sense of Humor</w:t>
      </w:r>
    </w:p>
    <w:p w14:paraId="68D17124" w14:textId="77777777" w:rsidR="001E4074" w:rsidRPr="001E4074" w:rsidRDefault="001E4074" w:rsidP="001E4074">
      <w:pPr>
        <w:pStyle w:val="listheading"/>
        <w:numPr>
          <w:ilvl w:val="0"/>
          <w:numId w:val="1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Charitable</w:t>
      </w:r>
    </w:p>
    <w:p w14:paraId="45EE6565" w14:textId="77777777" w:rsidR="001E4074" w:rsidRPr="001E4074" w:rsidRDefault="001E4074" w:rsidP="001E4074">
      <w:pPr>
        <w:pStyle w:val="listheading"/>
        <w:numPr>
          <w:ilvl w:val="0"/>
          <w:numId w:val="1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Self-Motivated</w:t>
      </w:r>
    </w:p>
    <w:p w14:paraId="65B49C12" w14:textId="77777777" w:rsidR="001E4074" w:rsidRDefault="001E4074" w:rsidP="001E4074">
      <w:pPr>
        <w:pStyle w:val="listheading"/>
        <w:numPr>
          <w:ilvl w:val="0"/>
          <w:numId w:val="1"/>
        </w:numPr>
        <w:spacing w:after="0"/>
        <w:rPr>
          <w:rFonts w:asciiTheme="minorHAnsi" w:hAnsiTheme="minorHAnsi"/>
          <w:b w:val="0"/>
          <w:sz w:val="24"/>
          <w:szCs w:val="24"/>
        </w:rPr>
      </w:pPr>
      <w:r w:rsidRPr="001E4074">
        <w:rPr>
          <w:rFonts w:asciiTheme="minorHAnsi" w:hAnsiTheme="minorHAnsi"/>
          <w:b w:val="0"/>
          <w:sz w:val="24"/>
          <w:szCs w:val="24"/>
        </w:rPr>
        <w:t>Creative</w:t>
      </w:r>
    </w:p>
    <w:p w14:paraId="04F5DCCC" w14:textId="6954D1A5" w:rsidR="005528EB" w:rsidRPr="001E4074" w:rsidRDefault="005528EB" w:rsidP="001E4074">
      <w:pPr>
        <w:pStyle w:val="listheading"/>
        <w:numPr>
          <w:ilvl w:val="0"/>
          <w:numId w:val="1"/>
        </w:numPr>
        <w:spacing w:after="0"/>
        <w:rPr>
          <w:rFonts w:asciiTheme="minorHAnsi" w:hAnsiTheme="minorHAnsi"/>
          <w:b w:val="0"/>
          <w:sz w:val="24"/>
          <w:szCs w:val="24"/>
        </w:rPr>
      </w:pPr>
      <w:proofErr w:type="gramStart"/>
      <w:r>
        <w:rPr>
          <w:rFonts w:asciiTheme="minorHAnsi" w:hAnsiTheme="minorHAnsi"/>
          <w:b w:val="0"/>
          <w:sz w:val="24"/>
          <w:szCs w:val="24"/>
        </w:rPr>
        <w:t>Customer-Service</w:t>
      </w:r>
      <w:proofErr w:type="gramEnd"/>
      <w:r>
        <w:rPr>
          <w:rFonts w:asciiTheme="minorHAnsi" w:hAnsiTheme="minorHAnsi"/>
          <w:b w:val="0"/>
          <w:sz w:val="24"/>
          <w:szCs w:val="24"/>
        </w:rPr>
        <w:t xml:space="preserve"> </w:t>
      </w:r>
      <w:proofErr w:type="gramStart"/>
      <w:r>
        <w:rPr>
          <w:rFonts w:asciiTheme="minorHAnsi" w:hAnsiTheme="minorHAnsi"/>
          <w:b w:val="0"/>
          <w:sz w:val="24"/>
          <w:szCs w:val="24"/>
        </w:rPr>
        <w:t>oriented</w:t>
      </w:r>
      <w:proofErr w:type="gramEnd"/>
    </w:p>
    <w:p w14:paraId="572FD421" w14:textId="77777777" w:rsidR="001E4074" w:rsidRPr="001E4074" w:rsidRDefault="001E4074" w:rsidP="001E4074">
      <w:pPr>
        <w:pStyle w:val="Listbulletindented"/>
        <w:rPr>
          <w:rFonts w:asciiTheme="minorHAnsi" w:hAnsiTheme="minorHAnsi"/>
        </w:rPr>
      </w:pPr>
    </w:p>
    <w:p w14:paraId="60E9E003" w14:textId="77777777" w:rsidR="001E4074" w:rsidRPr="001E4074" w:rsidRDefault="001E4074" w:rsidP="001E4074">
      <w:pPr>
        <w:pStyle w:val="Listbulletindented"/>
        <w:rPr>
          <w:rFonts w:asciiTheme="minorHAnsi" w:hAnsiTheme="minorHAnsi"/>
        </w:rPr>
      </w:pPr>
    </w:p>
    <w:p w14:paraId="0743ADC2" w14:textId="77777777" w:rsidR="001E4074" w:rsidRPr="001E4074" w:rsidRDefault="001E4074" w:rsidP="001E4074">
      <w:pPr>
        <w:pStyle w:val="Listbulletindented"/>
        <w:rPr>
          <w:rFonts w:asciiTheme="minorHAnsi" w:hAnsiTheme="minorHAnsi"/>
        </w:rPr>
      </w:pPr>
    </w:p>
    <w:p w14:paraId="4A6D96B6" w14:textId="77777777" w:rsidR="001E4074" w:rsidRPr="001E4074" w:rsidRDefault="001E4074" w:rsidP="001E4074">
      <w:pPr>
        <w:pStyle w:val="Listbulletindented"/>
        <w:rPr>
          <w:rFonts w:asciiTheme="minorHAnsi" w:hAnsiTheme="minorHAnsi"/>
        </w:rPr>
      </w:pPr>
    </w:p>
    <w:p w14:paraId="693B9689" w14:textId="77777777" w:rsidR="001E4074" w:rsidRPr="001E4074" w:rsidRDefault="001E4074" w:rsidP="001E4074">
      <w:pPr>
        <w:pStyle w:val="Listbulletindented"/>
        <w:rPr>
          <w:rFonts w:asciiTheme="minorHAnsi" w:hAnsiTheme="minorHAnsi"/>
        </w:rPr>
      </w:pPr>
    </w:p>
    <w:p w14:paraId="2E0AFE7B" w14:textId="77777777" w:rsidR="001E4074" w:rsidRPr="001E4074" w:rsidRDefault="001E4074" w:rsidP="001E4074">
      <w:pPr>
        <w:pStyle w:val="Listbulletindented"/>
        <w:rPr>
          <w:rFonts w:asciiTheme="minorHAnsi" w:hAnsiTheme="minorHAnsi"/>
        </w:rPr>
      </w:pPr>
    </w:p>
    <w:p w14:paraId="54A4522F" w14:textId="10FFCC11" w:rsidR="00603A89" w:rsidRDefault="001E4074" w:rsidP="001E4074">
      <w:pPr>
        <w:pStyle w:val="Listbulletindented"/>
        <w:tabs>
          <w:tab w:val="clear" w:pos="720"/>
        </w:tabs>
        <w:ind w:firstLine="0"/>
      </w:pPr>
      <w:r w:rsidRPr="001E4074">
        <w:rPr>
          <w:rFonts w:asciiTheme="minorHAnsi" w:hAnsiTheme="minorHAnsi"/>
        </w:rPr>
        <w:t>NOTE: This job description is not intended to be all-inclusive. Employees may perform other related duties as negotiated to meet the ongoing needs of the organization.</w:t>
      </w:r>
    </w:p>
    <w:sectPr w:rsidR="00603A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D4FC6"/>
    <w:multiLevelType w:val="hybridMultilevel"/>
    <w:tmpl w:val="4FC4A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B83097"/>
    <w:multiLevelType w:val="hybridMultilevel"/>
    <w:tmpl w:val="B88088E6"/>
    <w:lvl w:ilvl="0" w:tplc="04090001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CD7095"/>
    <w:multiLevelType w:val="hybridMultilevel"/>
    <w:tmpl w:val="9AC4D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918164">
    <w:abstractNumId w:val="1"/>
  </w:num>
  <w:num w:numId="2" w16cid:durableId="1672945254">
    <w:abstractNumId w:val="2"/>
  </w:num>
  <w:num w:numId="3" w16cid:durableId="1284187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074"/>
    <w:rsid w:val="001E4074"/>
    <w:rsid w:val="00223B33"/>
    <w:rsid w:val="002358D2"/>
    <w:rsid w:val="00423C6B"/>
    <w:rsid w:val="00425B81"/>
    <w:rsid w:val="005528EB"/>
    <w:rsid w:val="005C1808"/>
    <w:rsid w:val="00603A89"/>
    <w:rsid w:val="0090014A"/>
    <w:rsid w:val="009444F4"/>
    <w:rsid w:val="00AE60A8"/>
    <w:rsid w:val="00BC2D94"/>
    <w:rsid w:val="00C35A50"/>
    <w:rsid w:val="00C51703"/>
    <w:rsid w:val="00CE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B4FAE"/>
  <w15:chartTrackingRefBased/>
  <w15:docId w15:val="{4A91D943-0796-49E5-BAD2-F7FE49E96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074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40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40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40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40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40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407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407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407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407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40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40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40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407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40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40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40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40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40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40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40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40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40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40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40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40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40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40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40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4074"/>
    <w:rPr>
      <w:b/>
      <w:bCs/>
      <w:smallCaps/>
      <w:color w:val="0F4761" w:themeColor="accent1" w:themeShade="BF"/>
      <w:spacing w:val="5"/>
    </w:rPr>
  </w:style>
  <w:style w:type="paragraph" w:customStyle="1" w:styleId="listheading">
    <w:name w:val="list heading"/>
    <w:basedOn w:val="Normal"/>
    <w:rsid w:val="001E4074"/>
    <w:pPr>
      <w:spacing w:after="120"/>
    </w:pPr>
    <w:rPr>
      <w:rFonts w:ascii="Trebuchet MS" w:hAnsi="Trebuchet MS"/>
      <w:b/>
      <w:sz w:val="20"/>
      <w:szCs w:val="20"/>
    </w:rPr>
  </w:style>
  <w:style w:type="paragraph" w:customStyle="1" w:styleId="Listbulletindented">
    <w:name w:val="List bullet indented"/>
    <w:basedOn w:val="ListBullet"/>
    <w:rsid w:val="001E4074"/>
    <w:pPr>
      <w:numPr>
        <w:numId w:val="0"/>
      </w:numPr>
      <w:tabs>
        <w:tab w:val="num" w:pos="720"/>
      </w:tabs>
      <w:ind w:left="720" w:hanging="360"/>
      <w:contextualSpacing w:val="0"/>
    </w:pPr>
    <w:rPr>
      <w:rFonts w:ascii="Trebuchet MS" w:hAnsi="Trebuchet MS"/>
      <w:sz w:val="20"/>
      <w:szCs w:val="20"/>
    </w:rPr>
  </w:style>
  <w:style w:type="paragraph" w:customStyle="1" w:styleId="tabletext">
    <w:name w:val="table text"/>
    <w:basedOn w:val="Normal"/>
    <w:rsid w:val="001E4074"/>
    <w:rPr>
      <w:rFonts w:ascii="Trebuchet MS" w:hAnsi="Trebuchet MS"/>
    </w:rPr>
  </w:style>
  <w:style w:type="paragraph" w:styleId="ListBullet">
    <w:name w:val="List Bullet"/>
    <w:basedOn w:val="Normal"/>
    <w:uiPriority w:val="99"/>
    <w:unhideWhenUsed/>
    <w:rsid w:val="001E4074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325</Words>
  <Characters>1864</Characters>
  <Application>Microsoft Office Word</Application>
  <DocSecurity>0</DocSecurity>
  <Lines>41</Lines>
  <Paragraphs>13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 Knight</dc:creator>
  <cp:keywords/>
  <dc:description/>
  <cp:lastModifiedBy>Cat Knight</cp:lastModifiedBy>
  <cp:revision>6</cp:revision>
  <dcterms:created xsi:type="dcterms:W3CDTF">2025-03-18T22:22:00Z</dcterms:created>
  <dcterms:modified xsi:type="dcterms:W3CDTF">2025-04-11T19:56:00Z</dcterms:modified>
</cp:coreProperties>
</file>